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BD401" w14:textId="77777777" w:rsidR="000A181A" w:rsidRDefault="000A181A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83FFA75" w14:textId="31E5C9CF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Wykonawca:</w:t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>Załącznik nr 3 do SWZ</w:t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ab/>
      </w:r>
    </w:p>
    <w:p w14:paraId="4978528A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280351AD" w14:textId="77777777" w:rsidR="00231C44" w:rsidRPr="00522FF6" w:rsidRDefault="00231C44" w:rsidP="00231C44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22FF6">
        <w:rPr>
          <w:rFonts w:asciiTheme="minorHAnsi" w:eastAsia="Calibri" w:hAnsiTheme="minorHAnsi" w:cstheme="minorHAnsi"/>
          <w:i/>
          <w:sz w:val="20"/>
          <w:szCs w:val="20"/>
        </w:rPr>
        <w:t>CEiDG</w:t>
      </w:r>
      <w:proofErr w:type="spellEnd"/>
      <w:r w:rsidRPr="00522FF6">
        <w:rPr>
          <w:rFonts w:asciiTheme="minorHAnsi" w:eastAsia="Calibri" w:hAnsiTheme="minorHAnsi" w:cstheme="minorHAnsi"/>
          <w:i/>
          <w:sz w:val="20"/>
          <w:szCs w:val="20"/>
        </w:rPr>
        <w:t>)</w:t>
      </w:r>
    </w:p>
    <w:p w14:paraId="22610FA6" w14:textId="77777777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00A216D2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65521CA7" w14:textId="77777777" w:rsidR="00231C44" w:rsidRPr="00522FF6" w:rsidRDefault="00231C44" w:rsidP="00231C44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1A220C83" w14:textId="77777777" w:rsidR="00231C44" w:rsidRPr="00522FF6" w:rsidRDefault="00231C44" w:rsidP="00231C44">
      <w:pPr>
        <w:spacing w:after="120" w:line="360" w:lineRule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2746B45D" w14:textId="77777777" w:rsidR="00231C44" w:rsidRPr="008D70A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5E822528" w14:textId="77777777" w:rsidR="00231C44" w:rsidRPr="008D70A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8D70A6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1D85369" w14:textId="4A51C2B8" w:rsidR="00231C44" w:rsidRPr="008D70A6" w:rsidRDefault="00231C44" w:rsidP="00231C44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8D70A6">
        <w:rPr>
          <w:rFonts w:asciiTheme="minorHAnsi" w:eastAsia="Calibri" w:hAnsiTheme="minorHAnsi" w:cstheme="minorHAnsi"/>
          <w:b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2304C1DB" w14:textId="77777777" w:rsidR="00231C44" w:rsidRPr="008D70A6" w:rsidRDefault="00231C44" w:rsidP="00231C44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088DB8D1" w14:textId="66A069CC" w:rsidR="00231C44" w:rsidRPr="008D70A6" w:rsidRDefault="00231C44" w:rsidP="003E00D6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</w:t>
      </w:r>
      <w:r w:rsidRPr="00206A6E">
        <w:rPr>
          <w:rFonts w:asciiTheme="minorHAnsi" w:eastAsia="Calibri" w:hAnsiTheme="minorHAnsi" w:cstheme="minorHAnsi"/>
          <w:sz w:val="22"/>
          <w:szCs w:val="22"/>
        </w:rPr>
        <w:t>publicznego pn.</w:t>
      </w:r>
      <w:r w:rsidR="003E00D6" w:rsidRPr="00206A6E">
        <w:rPr>
          <w:sz w:val="22"/>
          <w:szCs w:val="22"/>
        </w:rPr>
        <w:t xml:space="preserve"> </w:t>
      </w:r>
      <w:bookmarkStart w:id="0" w:name="_Hlk147479634"/>
      <w:r w:rsidR="00206A6E" w:rsidRPr="00206A6E">
        <w:rPr>
          <w:rFonts w:asciiTheme="minorHAnsi" w:hAnsiTheme="minorHAnsi" w:cstheme="minorHAnsi"/>
          <w:b/>
          <w:bCs/>
          <w:sz w:val="22"/>
          <w:szCs w:val="22"/>
        </w:rPr>
        <w:t>Świadczenie usługi sprzątania wewnętrznego budynku wraz z terenem zewnętrznym będącym w dyspozycji Sądu Rejonowego w Płocku</w:t>
      </w:r>
      <w:bookmarkEnd w:id="0"/>
      <w:r w:rsidR="003E00D6" w:rsidRPr="00206A6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</w:t>
      </w:r>
      <w:r w:rsidR="003E00D6" w:rsidRPr="008D70A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sz w:val="22"/>
          <w:szCs w:val="22"/>
        </w:rPr>
        <w:t>oświadczam co następuje:</w:t>
      </w:r>
    </w:p>
    <w:p w14:paraId="3FF7DDA0" w14:textId="77777777" w:rsidR="00231C44" w:rsidRPr="008D70A6" w:rsidRDefault="00231C44" w:rsidP="00231C44">
      <w:pPr>
        <w:spacing w:line="360" w:lineRule="auto"/>
        <w:ind w:firstLine="709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2FE29B4" w14:textId="77777777" w:rsidR="00231C44" w:rsidRPr="008D70A6" w:rsidRDefault="00231C44" w:rsidP="00231C44">
      <w:pPr>
        <w:shd w:val="clear" w:color="auto" w:fill="BFBFBF"/>
        <w:spacing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OŚWIADCZENIA DOTYCZĄCE PODSTAW WYKLUCZENIA:</w:t>
      </w:r>
    </w:p>
    <w:p w14:paraId="0B92AB6C" w14:textId="77777777" w:rsidR="00231C44" w:rsidRPr="008D70A6" w:rsidRDefault="00231C44" w:rsidP="00231C44">
      <w:pPr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C6F739" w14:textId="77777777" w:rsidR="00231C44" w:rsidRPr="008D70A6" w:rsidRDefault="00231C44" w:rsidP="00231C44">
      <w:pPr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8D70A6">
        <w:rPr>
          <w:rFonts w:asciiTheme="minorHAnsi" w:eastAsia="Calibri" w:hAnsiTheme="minorHAnsi" w:cstheme="minorHAnsi"/>
          <w:sz w:val="22"/>
          <w:szCs w:val="22"/>
        </w:rPr>
        <w:br/>
        <w:t xml:space="preserve">art. 108 ust. 1 ustawy 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AAC97C4" w14:textId="72C0D33D" w:rsidR="00231C44" w:rsidRPr="008D70A6" w:rsidRDefault="00231C44" w:rsidP="005D280A">
      <w:pPr>
        <w:pStyle w:val="Akapitzlist"/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zachodzą w stosunku do mnie podstawy wykluczenia z postępowania na podstawie art. </w:t>
      </w:r>
      <w:r w:rsidR="00360AB1" w:rsidRPr="008D70A6">
        <w:rPr>
          <w:rFonts w:asciiTheme="minorHAnsi" w:eastAsia="Calibri" w:hAnsiTheme="minorHAnsi" w:cstheme="minorHAnsi"/>
          <w:sz w:val="22"/>
          <w:szCs w:val="22"/>
        </w:rPr>
        <w:t xml:space="preserve">108 ust. 1 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ustawy 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i/>
          <w:sz w:val="22"/>
          <w:szCs w:val="22"/>
        </w:rPr>
        <w:t>).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podjąłem następujące środki naprawcze i zapobiegawcze:</w:t>
      </w:r>
      <w:r w:rsidR="0088405A" w:rsidRPr="008D70A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A4726A0" w14:textId="77777777" w:rsidR="00231C44" w:rsidRPr="008D70A6" w:rsidRDefault="00231C44" w:rsidP="00231C44">
      <w:pPr>
        <w:numPr>
          <w:ilvl w:val="0"/>
          <w:numId w:val="11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8D70A6">
        <w:rPr>
          <w:rFonts w:asciiTheme="minorHAnsi" w:hAnsiTheme="minorHAnsi" w:cstheme="minorHAnsi"/>
          <w:sz w:val="22"/>
          <w:szCs w:val="22"/>
        </w:rPr>
        <w:t xml:space="preserve">7 ust. 1 ustawy </w:t>
      </w:r>
      <w:r w:rsidRPr="008D70A6">
        <w:rPr>
          <w:rFonts w:asciiTheme="minorHAnsi" w:eastAsia="Calibri" w:hAnsiTheme="minorHAnsi" w:cstheme="minorHAnsi"/>
          <w:sz w:val="22"/>
          <w:szCs w:val="22"/>
        </w:rPr>
        <w:t>z dnia 13 kwietnia 2022 r.</w:t>
      </w:r>
      <w:r w:rsidRPr="008D70A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</w:t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lastRenderedPageBreak/>
        <w:t xml:space="preserve">wspieraniu agresji na Ukrainę oraz służących ochronie bezpieczeństwa narodowego </w:t>
      </w:r>
      <w:r w:rsidRPr="008D70A6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(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>. Dz. U. z 2024 r. poz. 507, ze zm.</w:t>
      </w:r>
      <w:r w:rsidRPr="008D70A6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)</w:t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t>.</w:t>
      </w:r>
      <w:r w:rsidRPr="008D70A6">
        <w:rPr>
          <w:rFonts w:asciiTheme="minorHAnsi" w:eastAsia="Calibri" w:hAnsiTheme="minorHAnsi" w:cstheme="minorHAnsi"/>
          <w:color w:val="222222"/>
          <w:sz w:val="22"/>
          <w:szCs w:val="22"/>
        </w:rPr>
        <w:t xml:space="preserve"> </w:t>
      </w:r>
    </w:p>
    <w:p w14:paraId="06A19B99" w14:textId="77777777" w:rsidR="00231C44" w:rsidRPr="008D70A6" w:rsidRDefault="00231C44" w:rsidP="00231C44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OŚWIADCZENIE DOTYCZĄCE WARUNKÓW UDZIAŁU W POSTĘPOWANIU:</w:t>
      </w:r>
    </w:p>
    <w:p w14:paraId="00DAFD66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C37EA19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2"/>
          <w:szCs w:val="22"/>
        </w:rPr>
      </w:pPr>
      <w:bookmarkStart w:id="1" w:name="_Hlk99016333"/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 xml:space="preserve">[UWAGA: </w:t>
      </w:r>
      <w:r w:rsidRPr="008D70A6">
        <w:rPr>
          <w:rFonts w:asciiTheme="minorHAnsi" w:eastAsia="Calibri" w:hAnsiTheme="minorHAnsi" w:cstheme="minorHAnsi"/>
          <w:i/>
          <w:color w:val="0070C0"/>
          <w:sz w:val="22"/>
          <w:szCs w:val="22"/>
        </w:rPr>
        <w:t>stosuje tylko wykonawca/ wykonawca wspólnie ubiegający się o zamówienie</w:t>
      </w:r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>]</w:t>
      </w:r>
    </w:p>
    <w:p w14:paraId="381CBC31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8D70A6">
        <w:rPr>
          <w:rFonts w:asciiTheme="minorHAnsi" w:eastAsia="Calibri" w:hAnsiTheme="minorHAnsi" w:cstheme="minorHAnsi"/>
          <w:sz w:val="22"/>
          <w:szCs w:val="22"/>
        </w:rPr>
        <w:t>.</w:t>
      </w:r>
      <w:bookmarkEnd w:id="1"/>
    </w:p>
    <w:p w14:paraId="416C739A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89B9F94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2"/>
          <w:szCs w:val="22"/>
        </w:rPr>
      </w:pPr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 xml:space="preserve">[UWAGA: </w:t>
      </w:r>
      <w:r w:rsidRPr="008D70A6">
        <w:rPr>
          <w:rFonts w:asciiTheme="minorHAnsi" w:eastAsia="Calibri" w:hAnsiTheme="minorHAnsi" w:cstheme="minorHAns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>]</w:t>
      </w:r>
    </w:p>
    <w:p w14:paraId="0545D94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Oświadczam, że spełniam warunki udziału w postępowaniu określone przez zamawiającego w    </w:t>
      </w:r>
      <w:bookmarkStart w:id="2" w:name="_Hlk99016450"/>
      <w:r w:rsidRPr="008D70A6">
        <w:rPr>
          <w:rFonts w:asciiTheme="minorHAnsi" w:eastAsia="Calibri" w:hAnsiTheme="minorHAnsi" w:cstheme="minorHAnsi"/>
          <w:sz w:val="22"/>
          <w:szCs w:val="22"/>
        </w:rPr>
        <w:t>…………..…………………………………………………..…………………………………………..</w:t>
      </w:r>
      <w:bookmarkEnd w:id="2"/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w  następującym zakresie: </w:t>
      </w:r>
    </w:p>
    <w:p w14:paraId="63ADD4B5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1EC60204" w14:textId="77777777" w:rsidR="00231C44" w:rsidRPr="008D70A6" w:rsidRDefault="00231C44" w:rsidP="00231C4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D481A43" w14:textId="77777777" w:rsidR="00231C44" w:rsidRPr="008D70A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422448C4" w14:textId="77777777" w:rsidR="00231C44" w:rsidRPr="008D70A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D70A6">
        <w:rPr>
          <w:rFonts w:asciiTheme="minorHAnsi" w:eastAsia="Calibri" w:hAnsiTheme="minorHAnsi" w:cstheme="minorHAnsi"/>
          <w:i/>
          <w:sz w:val="22"/>
          <w:szCs w:val="22"/>
        </w:rPr>
        <w:t xml:space="preserve">(wskazać </w:t>
      </w:r>
      <w:bookmarkEnd w:id="3"/>
      <w:r w:rsidRPr="008D70A6">
        <w:rPr>
          <w:rFonts w:asciiTheme="minorHAnsi" w:eastAsia="Calibri" w:hAnsiTheme="minorHAnsi" w:cstheme="minorHAnsi"/>
          <w:i/>
          <w:sz w:val="22"/>
          <w:szCs w:val="22"/>
        </w:rPr>
        <w:t>dokument i właściwą jednostkę redakcyjną dokumentu, w której określono warunki udziału w postępowaniu),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polegam na zdolnościach lub sytuacji następującego/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ych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podmiotu/ów udostępniających zasoby: </w:t>
      </w:r>
      <w:bookmarkStart w:id="4" w:name="_Hlk99014455"/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nazwę/y podmiotu/ów)</w:t>
      </w:r>
      <w:bookmarkEnd w:id="4"/>
      <w:r w:rsidRPr="008D70A6">
        <w:rPr>
          <w:rFonts w:asciiTheme="minorHAnsi" w:eastAsia="Calibri" w:hAnsiTheme="minorHAnsi" w:cstheme="minorHAns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5086B89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i/>
          <w:sz w:val="22"/>
          <w:szCs w:val="22"/>
        </w:rPr>
        <w:t xml:space="preserve">(określić odpowiedni zakres udostępnianych zasobów dla wskazanego podmiotu). </w:t>
      </w:r>
    </w:p>
    <w:p w14:paraId="2F122290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5C4C634" w14:textId="77777777" w:rsidR="00231C44" w:rsidRPr="008D70A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5" w:name="_Hlk99009560"/>
      <w:r w:rsidRPr="008D70A6">
        <w:rPr>
          <w:rFonts w:asciiTheme="minorHAnsi" w:eastAsia="Calibri" w:hAnsiTheme="minorHAnsi" w:cstheme="minorHAnsi"/>
          <w:b/>
          <w:sz w:val="22"/>
          <w:szCs w:val="22"/>
        </w:rPr>
        <w:t>OŚWIADCZENIE DOTYCZĄCE PODANYCH INFORMACJI:</w:t>
      </w:r>
    </w:p>
    <w:bookmarkEnd w:id="5"/>
    <w:p w14:paraId="48F49534" w14:textId="77777777" w:rsidR="00231C44" w:rsidRPr="008D70A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8D70A6">
        <w:rPr>
          <w:rFonts w:asciiTheme="minorHAnsi" w:eastAsia="Calibr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6A0CBD56" w14:textId="77777777" w:rsidR="00231C44" w:rsidRPr="008D70A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05C87718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Wskazuję następujące podmiotowe środki dowodowe, które można uzyskać za pomocą bezpłatnych </w:t>
      </w:r>
      <w:r w:rsidRPr="008D70A6">
        <w:rPr>
          <w:rFonts w:asciiTheme="minorHAnsi" w:eastAsia="Calibri" w:hAnsiTheme="minorHAnsi" w:cstheme="minorHAnsi"/>
          <w:sz w:val="22"/>
          <w:szCs w:val="22"/>
        </w:rPr>
        <w:br/>
        <w:t>i ogólnodostępnych baz danych, oraz dane umożliwiające dostęp do tych środków:</w:t>
      </w:r>
    </w:p>
    <w:p w14:paraId="768D87F1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EA5198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ED1C00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FC1119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CCD3635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7A5735B" w14:textId="77777777" w:rsidR="00231C44" w:rsidRPr="00522FF6" w:rsidRDefault="00231C44" w:rsidP="00231C44">
      <w:pPr>
        <w:spacing w:after="160"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</w:p>
    <w:tbl>
      <w:tblPr>
        <w:tblStyle w:val="TableNormal"/>
        <w:tblW w:w="10125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63"/>
        <w:gridCol w:w="5062"/>
      </w:tblGrid>
      <w:tr w:rsidR="00231C44" w:rsidRPr="00522FF6" w14:paraId="6924D4B7" w14:textId="77777777" w:rsidTr="00231C44">
        <w:trPr>
          <w:trHeight w:val="237"/>
        </w:trPr>
        <w:tc>
          <w:tcPr>
            <w:tcW w:w="5064" w:type="dxa"/>
            <w:hideMark/>
          </w:tcPr>
          <w:p w14:paraId="21475DAD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Niniejszy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plik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należy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opatrzyć</w:t>
            </w:r>
            <w:proofErr w:type="spellEnd"/>
          </w:p>
        </w:tc>
        <w:tc>
          <w:tcPr>
            <w:tcW w:w="5064" w:type="dxa"/>
          </w:tcPr>
          <w:p w14:paraId="49E173D0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31C44" w:rsidRPr="00522FF6" w14:paraId="5E91781E" w14:textId="77777777" w:rsidTr="00231C44">
        <w:trPr>
          <w:trHeight w:val="467"/>
        </w:trPr>
        <w:tc>
          <w:tcPr>
            <w:tcW w:w="5064" w:type="dxa"/>
            <w:hideMark/>
          </w:tcPr>
          <w:p w14:paraId="45016EBC" w14:textId="77777777" w:rsidR="00231C44" w:rsidRPr="00F31C6A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F31C6A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podpisem kwalifikowanym lub podpisem zaufanym lub podpisem osobistym</w:t>
            </w:r>
          </w:p>
        </w:tc>
        <w:tc>
          <w:tcPr>
            <w:tcW w:w="5064" w:type="dxa"/>
          </w:tcPr>
          <w:p w14:paraId="6301FE9B" w14:textId="77777777" w:rsidR="00231C44" w:rsidRPr="00F31C6A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0DBA01C0" w14:textId="77777777" w:rsidR="00231C44" w:rsidRPr="00522FF6" w:rsidRDefault="00231C44" w:rsidP="00231C44">
      <w:pPr>
        <w:spacing w:line="360" w:lineRule="auto"/>
        <w:rPr>
          <w:rFonts w:asciiTheme="minorHAnsi" w:hAnsiTheme="minorHAnsi" w:cstheme="minorHAnsi"/>
          <w:sz w:val="20"/>
          <w:szCs w:val="20"/>
        </w:rPr>
        <w:sectPr w:rsidR="00231C44" w:rsidRPr="00522FF6">
          <w:headerReference w:type="default" r:id="rId8"/>
          <w:pgSz w:w="11910" w:h="16840"/>
          <w:pgMar w:top="1320" w:right="1137" w:bottom="1240" w:left="880" w:header="0" w:footer="1056" w:gutter="0"/>
          <w:cols w:space="708"/>
        </w:sectPr>
      </w:pPr>
    </w:p>
    <w:p w14:paraId="3CA7949D" w14:textId="171C6DA1" w:rsidR="00231C44" w:rsidRPr="00522FF6" w:rsidRDefault="00231C44" w:rsidP="00882BB5">
      <w:pPr>
        <w:spacing w:line="480" w:lineRule="auto"/>
        <w:rPr>
          <w:rFonts w:asciiTheme="minorHAns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lastRenderedPageBreak/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</w:p>
    <w:p w14:paraId="5D52C078" w14:textId="44E6C259" w:rsidR="00C85376" w:rsidRPr="00522FF6" w:rsidRDefault="00C85376" w:rsidP="00231C44">
      <w:pPr>
        <w:rPr>
          <w:rFonts w:asciiTheme="minorHAnsi" w:hAnsiTheme="minorHAnsi" w:cstheme="minorHAnsi"/>
          <w:sz w:val="20"/>
          <w:szCs w:val="20"/>
        </w:rPr>
      </w:pPr>
    </w:p>
    <w:sectPr w:rsidR="00C85376" w:rsidRPr="00522FF6" w:rsidSect="001967EE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7B43C" w14:textId="77777777" w:rsidR="003B7589" w:rsidRDefault="003B7589">
      <w:r>
        <w:separator/>
      </w:r>
    </w:p>
  </w:endnote>
  <w:endnote w:type="continuationSeparator" w:id="0">
    <w:p w14:paraId="6EAE464F" w14:textId="77777777" w:rsidR="003B7589" w:rsidRDefault="003B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ource Sans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7815525"/>
      <w:docPartObj>
        <w:docPartGallery w:val="Page Numbers (Bottom of Page)"/>
        <w:docPartUnique/>
      </w:docPartObj>
    </w:sdtPr>
    <w:sdtEndPr/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A7695" w14:textId="77777777" w:rsidR="003B7589" w:rsidRDefault="003B7589">
      <w:r>
        <w:separator/>
      </w:r>
    </w:p>
  </w:footnote>
  <w:footnote w:type="continuationSeparator" w:id="0">
    <w:p w14:paraId="51642867" w14:textId="77777777" w:rsidR="003B7589" w:rsidRDefault="003B7589">
      <w:r>
        <w:continuationSeparator/>
      </w:r>
    </w:p>
  </w:footnote>
  <w:footnote w:id="1">
    <w:p w14:paraId="1E0FBE7E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Myriad Pro" w:hAnsi="Myriad Pro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Myriad Pro" w:hAnsi="Myriad Pro"/>
          <w:color w:val="222222"/>
          <w:sz w:val="16"/>
          <w:szCs w:val="16"/>
        </w:rPr>
        <w:t>Pzp</w:t>
      </w:r>
      <w:proofErr w:type="spellEnd"/>
      <w:r>
        <w:rPr>
          <w:rFonts w:ascii="Myriad Pro" w:hAnsi="Myriad Pro"/>
          <w:color w:val="222222"/>
          <w:sz w:val="16"/>
          <w:szCs w:val="16"/>
        </w:rPr>
        <w:t xml:space="preserve"> wyklucza się:</w:t>
      </w:r>
    </w:p>
    <w:p w14:paraId="5D0BB818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A26622" w14:textId="77777777" w:rsidR="00231C44" w:rsidRDefault="00231C44" w:rsidP="00231C44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34F207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3092" w14:textId="77777777" w:rsidR="00A348F5" w:rsidRPr="00A348F5" w:rsidRDefault="00A348F5" w:rsidP="00A348F5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161444">
    <w:abstractNumId w:val="2"/>
  </w:num>
  <w:num w:numId="2" w16cid:durableId="442262214">
    <w:abstractNumId w:val="9"/>
  </w:num>
  <w:num w:numId="3" w16cid:durableId="813710">
    <w:abstractNumId w:val="6"/>
  </w:num>
  <w:num w:numId="4" w16cid:durableId="2118676100">
    <w:abstractNumId w:val="8"/>
  </w:num>
  <w:num w:numId="5" w16cid:durableId="1604723325">
    <w:abstractNumId w:val="4"/>
  </w:num>
  <w:num w:numId="6" w16cid:durableId="990719253">
    <w:abstractNumId w:val="7"/>
  </w:num>
  <w:num w:numId="7" w16cid:durableId="1998730332">
    <w:abstractNumId w:val="5"/>
  </w:num>
  <w:num w:numId="8" w16cid:durableId="2067601997">
    <w:abstractNumId w:val="1"/>
  </w:num>
  <w:num w:numId="9" w16cid:durableId="1908147027">
    <w:abstractNumId w:val="3"/>
  </w:num>
  <w:num w:numId="10" w16cid:durableId="797455545">
    <w:abstractNumId w:val="0"/>
  </w:num>
  <w:num w:numId="11" w16cid:durableId="1780182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71219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843B2"/>
    <w:rsid w:val="00084F97"/>
    <w:rsid w:val="000914A0"/>
    <w:rsid w:val="000A181A"/>
    <w:rsid w:val="000C1013"/>
    <w:rsid w:val="000C4C4D"/>
    <w:rsid w:val="000C5E8B"/>
    <w:rsid w:val="000E39CF"/>
    <w:rsid w:val="000F4233"/>
    <w:rsid w:val="000F4390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324B"/>
    <w:rsid w:val="001A4528"/>
    <w:rsid w:val="001B74C8"/>
    <w:rsid w:val="001C2891"/>
    <w:rsid w:val="001C5329"/>
    <w:rsid w:val="001E3A73"/>
    <w:rsid w:val="001F733D"/>
    <w:rsid w:val="00206A6E"/>
    <w:rsid w:val="00222378"/>
    <w:rsid w:val="00222575"/>
    <w:rsid w:val="0022398F"/>
    <w:rsid w:val="00231C44"/>
    <w:rsid w:val="00236F7D"/>
    <w:rsid w:val="00252F57"/>
    <w:rsid w:val="0025309F"/>
    <w:rsid w:val="00256385"/>
    <w:rsid w:val="002713EB"/>
    <w:rsid w:val="00276F5B"/>
    <w:rsid w:val="00290601"/>
    <w:rsid w:val="00296110"/>
    <w:rsid w:val="002A633D"/>
    <w:rsid w:val="002B199E"/>
    <w:rsid w:val="002B1FA8"/>
    <w:rsid w:val="002B49A6"/>
    <w:rsid w:val="002E52D3"/>
    <w:rsid w:val="002E5DA2"/>
    <w:rsid w:val="002E7687"/>
    <w:rsid w:val="002F416E"/>
    <w:rsid w:val="002F5B41"/>
    <w:rsid w:val="00305A96"/>
    <w:rsid w:val="00323CC5"/>
    <w:rsid w:val="003257F1"/>
    <w:rsid w:val="00325C4C"/>
    <w:rsid w:val="00352845"/>
    <w:rsid w:val="00353C4D"/>
    <w:rsid w:val="00360AB1"/>
    <w:rsid w:val="00362988"/>
    <w:rsid w:val="003638BF"/>
    <w:rsid w:val="00363B61"/>
    <w:rsid w:val="0037351F"/>
    <w:rsid w:val="0037559D"/>
    <w:rsid w:val="003939AC"/>
    <w:rsid w:val="00397928"/>
    <w:rsid w:val="003A224A"/>
    <w:rsid w:val="003A4F4E"/>
    <w:rsid w:val="003A5E3B"/>
    <w:rsid w:val="003B53C0"/>
    <w:rsid w:val="003B70A3"/>
    <w:rsid w:val="003B74CC"/>
    <w:rsid w:val="003B7589"/>
    <w:rsid w:val="003E00D6"/>
    <w:rsid w:val="00422811"/>
    <w:rsid w:val="00427ABB"/>
    <w:rsid w:val="00431CA0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C397F"/>
    <w:rsid w:val="004F4AA1"/>
    <w:rsid w:val="004F65AF"/>
    <w:rsid w:val="00504470"/>
    <w:rsid w:val="0051314B"/>
    <w:rsid w:val="00522FF6"/>
    <w:rsid w:val="005265FE"/>
    <w:rsid w:val="00532B23"/>
    <w:rsid w:val="00555D11"/>
    <w:rsid w:val="00556C19"/>
    <w:rsid w:val="005654E3"/>
    <w:rsid w:val="005675EC"/>
    <w:rsid w:val="005701A8"/>
    <w:rsid w:val="00571F95"/>
    <w:rsid w:val="00573BE9"/>
    <w:rsid w:val="00584588"/>
    <w:rsid w:val="0058461F"/>
    <w:rsid w:val="005C1110"/>
    <w:rsid w:val="005C2F96"/>
    <w:rsid w:val="005D280A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A4AC2"/>
    <w:rsid w:val="006C775C"/>
    <w:rsid w:val="006D4144"/>
    <w:rsid w:val="006D5E28"/>
    <w:rsid w:val="006E3BDC"/>
    <w:rsid w:val="006E617D"/>
    <w:rsid w:val="006F13AD"/>
    <w:rsid w:val="006F36FD"/>
    <w:rsid w:val="006F6B48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3231"/>
    <w:rsid w:val="007B7369"/>
    <w:rsid w:val="007C1128"/>
    <w:rsid w:val="007C3743"/>
    <w:rsid w:val="007D7B3C"/>
    <w:rsid w:val="007F3BF2"/>
    <w:rsid w:val="008041A3"/>
    <w:rsid w:val="00814F50"/>
    <w:rsid w:val="00816CE6"/>
    <w:rsid w:val="00824221"/>
    <w:rsid w:val="00826C36"/>
    <w:rsid w:val="00845F18"/>
    <w:rsid w:val="008527D7"/>
    <w:rsid w:val="00853169"/>
    <w:rsid w:val="0085370E"/>
    <w:rsid w:val="00854EE0"/>
    <w:rsid w:val="00855EA0"/>
    <w:rsid w:val="00856D9C"/>
    <w:rsid w:val="00863D4F"/>
    <w:rsid w:val="008707A9"/>
    <w:rsid w:val="00882BB5"/>
    <w:rsid w:val="0088405A"/>
    <w:rsid w:val="008A0A03"/>
    <w:rsid w:val="008B3E61"/>
    <w:rsid w:val="008B4871"/>
    <w:rsid w:val="008B6440"/>
    <w:rsid w:val="008C2074"/>
    <w:rsid w:val="008C3432"/>
    <w:rsid w:val="008C7459"/>
    <w:rsid w:val="008D33F5"/>
    <w:rsid w:val="008D70A6"/>
    <w:rsid w:val="008E4A38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603E7"/>
    <w:rsid w:val="00972551"/>
    <w:rsid w:val="0097351A"/>
    <w:rsid w:val="0097486D"/>
    <w:rsid w:val="009A417F"/>
    <w:rsid w:val="009B2EFA"/>
    <w:rsid w:val="009B4E99"/>
    <w:rsid w:val="009C064B"/>
    <w:rsid w:val="009E5075"/>
    <w:rsid w:val="009F4576"/>
    <w:rsid w:val="009F4794"/>
    <w:rsid w:val="00A0441C"/>
    <w:rsid w:val="00A12A93"/>
    <w:rsid w:val="00A12C76"/>
    <w:rsid w:val="00A2010B"/>
    <w:rsid w:val="00A348F5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D53A6"/>
    <w:rsid w:val="00BF36C2"/>
    <w:rsid w:val="00C01BE9"/>
    <w:rsid w:val="00C2211F"/>
    <w:rsid w:val="00C31439"/>
    <w:rsid w:val="00C33675"/>
    <w:rsid w:val="00C3785E"/>
    <w:rsid w:val="00C50C54"/>
    <w:rsid w:val="00C512E0"/>
    <w:rsid w:val="00C54CD0"/>
    <w:rsid w:val="00C56156"/>
    <w:rsid w:val="00C61CA3"/>
    <w:rsid w:val="00C64A01"/>
    <w:rsid w:val="00C8170F"/>
    <w:rsid w:val="00C85376"/>
    <w:rsid w:val="00C91F18"/>
    <w:rsid w:val="00CA226C"/>
    <w:rsid w:val="00CA66A8"/>
    <w:rsid w:val="00CC02C7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4A29"/>
    <w:rsid w:val="00D76B07"/>
    <w:rsid w:val="00D801C4"/>
    <w:rsid w:val="00D81AAE"/>
    <w:rsid w:val="00D836E1"/>
    <w:rsid w:val="00D93FBA"/>
    <w:rsid w:val="00D9497D"/>
    <w:rsid w:val="00DA7539"/>
    <w:rsid w:val="00DD4FE6"/>
    <w:rsid w:val="00DD5390"/>
    <w:rsid w:val="00DE0809"/>
    <w:rsid w:val="00DE678D"/>
    <w:rsid w:val="00DF583B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C7812"/>
    <w:rsid w:val="00ED2C6B"/>
    <w:rsid w:val="00EF7C7D"/>
    <w:rsid w:val="00F1486A"/>
    <w:rsid w:val="00F31C6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1</TotalTime>
  <Pages>4</Pages>
  <Words>477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Przeradzka Aleksandra</cp:lastModifiedBy>
  <cp:revision>6</cp:revision>
  <cp:lastPrinted>2021-01-26T09:31:00Z</cp:lastPrinted>
  <dcterms:created xsi:type="dcterms:W3CDTF">2024-10-01T12:18:00Z</dcterms:created>
  <dcterms:modified xsi:type="dcterms:W3CDTF">2026-01-21T12:29:00Z</dcterms:modified>
</cp:coreProperties>
</file>